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C3AD3" w14:textId="267330F9" w:rsidR="00D3359C" w:rsidRDefault="002B04AE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6C59ABC2" w14:textId="4591E8CB" w:rsidR="00D3359C" w:rsidRDefault="002B04AE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</w:rPr>
        <w:t>15-G00</w:t>
      </w:r>
      <w:r w:rsidR="00CA0499">
        <w:rPr>
          <w:rStyle w:val="Strong"/>
          <w:rFonts w:asciiTheme="minorHAnsi" w:hAnsiTheme="minorHAnsi" w:cstheme="minorHAnsi"/>
        </w:rPr>
        <w:t>7-22</w:t>
      </w:r>
    </w:p>
    <w:p w14:paraId="471F1C06" w14:textId="77777777" w:rsidR="00D3359C" w:rsidRDefault="002B04AE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F82F769" w14:textId="77777777" w:rsidR="00D3359C" w:rsidRDefault="002B04AE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2E5A39D5" w14:textId="77777777" w:rsidR="00D3359C" w:rsidRDefault="002B04AE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56696D2E" w14:textId="77777777" w:rsidR="00D3359C" w:rsidRDefault="00D3359C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D3359C" w14:paraId="3E4B3C36" w14:textId="77777777">
        <w:tc>
          <w:tcPr>
            <w:tcW w:w="4673" w:type="dxa"/>
            <w:shd w:val="clear" w:color="auto" w:fill="auto"/>
          </w:tcPr>
          <w:p w14:paraId="258E5E85" w14:textId="77777777" w:rsidR="00D3359C" w:rsidRDefault="002B04AE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61CCE1DE" w14:textId="77777777" w:rsidR="00D3359C" w:rsidRDefault="002B04AE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0C01DB6B" w14:textId="77777777" w:rsidR="00D3359C" w:rsidRDefault="002B04AE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D3359C" w14:paraId="7BD3B0D1" w14:textId="77777777">
        <w:tc>
          <w:tcPr>
            <w:tcW w:w="4673" w:type="dxa"/>
            <w:shd w:val="clear" w:color="auto" w:fill="auto"/>
          </w:tcPr>
          <w:p w14:paraId="6751C120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466ADCD7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CA6F362" w14:textId="5933AB2E" w:rsidR="00D3359C" w:rsidRDefault="007E711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0B117F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CA0499">
              <w:rPr>
                <w:rFonts w:ascii="Calibri" w:hAnsi="Calibri"/>
                <w:szCs w:val="20"/>
              </w:rPr>
              <w:t>/</w:t>
            </w:r>
            <w:r w:rsidR="000B117F">
              <w:rPr>
                <w:rFonts w:ascii="Calibri" w:hAnsi="Calibri"/>
                <w:szCs w:val="20"/>
              </w:rPr>
              <w:t>2022</w:t>
            </w:r>
          </w:p>
        </w:tc>
      </w:tr>
      <w:tr w:rsidR="00D3359C" w14:paraId="629C033D" w14:textId="77777777">
        <w:tc>
          <w:tcPr>
            <w:tcW w:w="4673" w:type="dxa"/>
            <w:shd w:val="clear" w:color="auto" w:fill="auto"/>
          </w:tcPr>
          <w:p w14:paraId="0333474D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614314BC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57F603D" w14:textId="53EB5865" w:rsidR="00D3359C" w:rsidRDefault="00CA0499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</w:t>
            </w:r>
            <w:r w:rsidR="002B04AE">
              <w:rPr>
                <w:rFonts w:ascii="Calibri" w:hAnsi="Calibri"/>
                <w:szCs w:val="20"/>
                <w:highlight w:val="yellow"/>
              </w:rPr>
              <w:t>/0</w:t>
            </w:r>
            <w:r w:rsidR="000B117F">
              <w:rPr>
                <w:rFonts w:ascii="Calibri" w:hAnsi="Calibri"/>
                <w:szCs w:val="20"/>
                <w:highlight w:val="yellow"/>
              </w:rPr>
              <w:t>8</w:t>
            </w:r>
            <w:r w:rsidR="002B04AE">
              <w:rPr>
                <w:rFonts w:ascii="Calibri" w:hAnsi="Calibri"/>
                <w:szCs w:val="20"/>
                <w:highlight w:val="yellow"/>
              </w:rPr>
              <w:t>/202</w:t>
            </w:r>
            <w:r w:rsidR="000B117F">
              <w:rPr>
                <w:rFonts w:ascii="Calibri" w:hAnsi="Calibri"/>
                <w:szCs w:val="20"/>
                <w:highlight w:val="yellow"/>
              </w:rPr>
              <w:t>2</w:t>
            </w:r>
          </w:p>
        </w:tc>
      </w:tr>
      <w:tr w:rsidR="00D3359C" w14:paraId="7628AB16" w14:textId="77777777">
        <w:tc>
          <w:tcPr>
            <w:tcW w:w="4673" w:type="dxa"/>
            <w:shd w:val="clear" w:color="auto" w:fill="auto"/>
          </w:tcPr>
          <w:p w14:paraId="16351766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DCF6E89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9D0465F" w14:textId="5CA547FD" w:rsidR="00D3359C" w:rsidRDefault="00CA049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0B117F">
              <w:rPr>
                <w:rFonts w:ascii="Calibri" w:hAnsi="Calibri"/>
                <w:szCs w:val="20"/>
              </w:rPr>
              <w:t>/08/2022</w:t>
            </w:r>
          </w:p>
        </w:tc>
      </w:tr>
      <w:tr w:rsidR="00D3359C" w14:paraId="5E01EDD6" w14:textId="77777777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11385F82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AB4C316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ACFA0F" w14:textId="11532E62" w:rsidR="00D3359C" w:rsidRDefault="002B04AE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CA0499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/0</w:t>
            </w:r>
            <w:r w:rsidR="00CA0499">
              <w:rPr>
                <w:rFonts w:ascii="Calibri" w:hAnsi="Calibri"/>
                <w:szCs w:val="20"/>
                <w:highlight w:val="yellow"/>
              </w:rPr>
              <w:t>9</w:t>
            </w:r>
            <w:r>
              <w:rPr>
                <w:rFonts w:ascii="Calibri" w:hAnsi="Calibri"/>
                <w:szCs w:val="20"/>
                <w:highlight w:val="yellow"/>
              </w:rPr>
              <w:t>/202</w:t>
            </w:r>
            <w:r w:rsidR="000B117F">
              <w:rPr>
                <w:rFonts w:ascii="Calibri" w:hAnsi="Calibri"/>
                <w:szCs w:val="20"/>
                <w:highlight w:val="yellow"/>
              </w:rPr>
              <w:t>2</w:t>
            </w:r>
          </w:p>
        </w:tc>
      </w:tr>
      <w:tr w:rsidR="00D3359C" w14:paraId="052CC6A9" w14:textId="77777777">
        <w:tc>
          <w:tcPr>
            <w:tcW w:w="4673" w:type="dxa"/>
            <w:shd w:val="clear" w:color="auto" w:fill="auto"/>
          </w:tcPr>
          <w:p w14:paraId="0B0E0329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39BFC42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294AF2" w14:textId="4EF93015" w:rsidR="00D3359C" w:rsidRDefault="00CA049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B117F">
              <w:rPr>
                <w:rFonts w:ascii="Calibri" w:hAnsi="Calibri"/>
                <w:szCs w:val="20"/>
              </w:rPr>
              <w:t>/0</w:t>
            </w:r>
            <w:r w:rsidR="00EF4EC6">
              <w:rPr>
                <w:rFonts w:ascii="Calibri" w:hAnsi="Calibri"/>
                <w:szCs w:val="20"/>
              </w:rPr>
              <w:t>9</w:t>
            </w:r>
            <w:r w:rsidR="000B117F">
              <w:rPr>
                <w:rFonts w:ascii="Calibri" w:hAnsi="Calibri"/>
                <w:szCs w:val="20"/>
              </w:rPr>
              <w:t>/2022</w:t>
            </w:r>
          </w:p>
        </w:tc>
      </w:tr>
      <w:tr w:rsidR="00D3359C" w14:paraId="5B7F3E4F" w14:textId="77777777">
        <w:tc>
          <w:tcPr>
            <w:tcW w:w="4673" w:type="dxa"/>
            <w:shd w:val="clear" w:color="auto" w:fill="auto"/>
          </w:tcPr>
          <w:p w14:paraId="21CE0356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62BEB7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23B6430" w14:textId="48B6796F" w:rsidR="00D3359C" w:rsidRDefault="00A754B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0B117F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0B117F">
              <w:rPr>
                <w:rFonts w:ascii="Calibri" w:hAnsi="Calibri"/>
                <w:szCs w:val="20"/>
              </w:rPr>
              <w:t>/2022</w:t>
            </w:r>
          </w:p>
        </w:tc>
      </w:tr>
      <w:tr w:rsidR="00D3359C" w14:paraId="62947E4E" w14:textId="77777777">
        <w:tc>
          <w:tcPr>
            <w:tcW w:w="4673" w:type="dxa"/>
            <w:shd w:val="clear" w:color="auto" w:fill="auto"/>
          </w:tcPr>
          <w:p w14:paraId="3B86315E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620C6BB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274B6C5" w14:textId="6A7AAD8C" w:rsidR="00D3359C" w:rsidRDefault="00A754B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A0499">
              <w:rPr>
                <w:rFonts w:ascii="Calibri" w:hAnsi="Calibri"/>
                <w:szCs w:val="20"/>
              </w:rPr>
              <w:t>9</w:t>
            </w:r>
            <w:r w:rsidR="000B117F">
              <w:rPr>
                <w:rFonts w:ascii="Calibri" w:hAnsi="Calibri"/>
                <w:szCs w:val="20"/>
              </w:rPr>
              <w:t>/09/2022</w:t>
            </w:r>
          </w:p>
        </w:tc>
      </w:tr>
      <w:tr w:rsidR="00D3359C" w14:paraId="4A9080E7" w14:textId="77777777">
        <w:tc>
          <w:tcPr>
            <w:tcW w:w="4673" w:type="dxa"/>
            <w:shd w:val="clear" w:color="auto" w:fill="auto"/>
          </w:tcPr>
          <w:p w14:paraId="75BE4EE6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20E5C238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958B124" w14:textId="40AE7BBE" w:rsidR="00D3359C" w:rsidRDefault="00A754B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A0499">
              <w:rPr>
                <w:rFonts w:ascii="Calibri" w:hAnsi="Calibri"/>
                <w:szCs w:val="20"/>
              </w:rPr>
              <w:t>8</w:t>
            </w:r>
            <w:r w:rsidR="00F84B0E">
              <w:rPr>
                <w:rFonts w:ascii="Calibri" w:hAnsi="Calibri"/>
                <w:szCs w:val="20"/>
              </w:rPr>
              <w:t>/09/2022</w:t>
            </w:r>
          </w:p>
        </w:tc>
      </w:tr>
      <w:tr w:rsidR="00D3359C" w14:paraId="55266B4F" w14:textId="77777777">
        <w:tc>
          <w:tcPr>
            <w:tcW w:w="4673" w:type="dxa"/>
            <w:shd w:val="clear" w:color="auto" w:fill="auto"/>
          </w:tcPr>
          <w:p w14:paraId="24ADFB0E" w14:textId="77777777" w:rsidR="00D3359C" w:rsidRDefault="002B04A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41851975" w14:textId="77777777" w:rsidR="00D3359C" w:rsidRDefault="002B04A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A2E8163" w14:textId="7B553F81" w:rsidR="00D3359C" w:rsidRDefault="00F84B0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A0499">
              <w:rPr>
                <w:rFonts w:ascii="Calibri" w:hAnsi="Calibri"/>
                <w:szCs w:val="20"/>
              </w:rPr>
              <w:t>7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/09/2022</w:t>
            </w:r>
          </w:p>
        </w:tc>
      </w:tr>
    </w:tbl>
    <w:p w14:paraId="3DEFA651" w14:textId="77777777" w:rsidR="00D3359C" w:rsidRDefault="002B04AE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2DCC4B7E" w14:textId="77777777" w:rsidR="00D3359C" w:rsidRDefault="00D3359C">
      <w:pPr>
        <w:rPr>
          <w:rFonts w:asciiTheme="minorHAnsi" w:hAnsiTheme="minorHAnsi"/>
          <w:sz w:val="22"/>
          <w:szCs w:val="22"/>
        </w:rPr>
      </w:pPr>
    </w:p>
    <w:sectPr w:rsidR="00D3359C">
      <w:headerReference w:type="default" r:id="rId12"/>
      <w:footerReference w:type="default" r:id="rId13"/>
      <w:headerReference w:type="first" r:id="rId14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68BEC" w14:textId="77777777" w:rsidR="00E752A9" w:rsidRDefault="00E752A9">
      <w:r>
        <w:separator/>
      </w:r>
    </w:p>
  </w:endnote>
  <w:endnote w:type="continuationSeparator" w:id="0">
    <w:p w14:paraId="0187CE9E" w14:textId="77777777" w:rsidR="00E752A9" w:rsidRDefault="00E7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0C08A" w14:textId="77777777" w:rsidR="00D3359C" w:rsidRDefault="002B04AE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0DB72CDA" w14:textId="5497379A" w:rsidR="00D3359C" w:rsidRDefault="002B04AE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0499">
      <w:rPr>
        <w:noProof/>
      </w:rPr>
      <w:t>2022-08-08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945E2" w14:textId="77777777" w:rsidR="00E752A9" w:rsidRDefault="00E752A9">
      <w:r>
        <w:separator/>
      </w:r>
    </w:p>
  </w:footnote>
  <w:footnote w:type="continuationSeparator" w:id="0">
    <w:p w14:paraId="3278B134" w14:textId="77777777" w:rsidR="00E752A9" w:rsidRDefault="00E7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9C0BF" w14:textId="497BD962" w:rsidR="00D3359C" w:rsidRDefault="002B04A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3238A7A6" wp14:editId="428465BE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</w:t>
    </w:r>
    <w:r w:rsidR="00CA0499">
      <w:rPr>
        <w:rStyle w:val="Strong"/>
        <w:rFonts w:asciiTheme="minorHAnsi" w:hAnsiTheme="minorHAnsi" w:cstheme="minorHAnsi"/>
        <w:lang w:val="en-GB"/>
      </w:rPr>
      <w:t>15-G007-22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427F6" w14:textId="77777777" w:rsidR="00D3359C" w:rsidRDefault="002B04AE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1F4DC210" w14:textId="77777777" w:rsidR="00D3359C" w:rsidRDefault="00D335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17F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97EF6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4AE"/>
    <w:rsid w:val="002B05CA"/>
    <w:rsid w:val="002B39E4"/>
    <w:rsid w:val="002B4161"/>
    <w:rsid w:val="002B5EF8"/>
    <w:rsid w:val="002B68E8"/>
    <w:rsid w:val="002B72B9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11C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8F7FCA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3411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C28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4BB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0499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07A3D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59C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2A9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EC6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4FA4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B0E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283D2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42970C"/>
  <w15:docId w15:val="{3FF3AD6D-2A04-43C5-81F0-3382C36B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/>
    <w:lsdException w:name="toc 4" w:uiPriority="39"/>
    <w:lsdException w:name="toc 5" w:semiHidden="1"/>
    <w:lsdException w:name="toc 6" w:semiHidden="1" w:qFormat="1"/>
    <w:lsdException w:name="toc 7" w:semiHidden="1" w:qFormat="1"/>
    <w:lsdException w:name="toc 8" w:semiHidden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384CD4B-76E8-41DF-814C-8D02F4E9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2022-07-22T02:31:00Z</dcterms:created>
  <dcterms:modified xsi:type="dcterms:W3CDTF">2022-08-08T00:01:00Z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1033-11.2.0.10078</vt:lpwstr>
  </property>
</Properties>
</file>